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5F5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0839822E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2143E0F3" w14:textId="77777777" w:rsidR="001B7E0E" w:rsidRPr="00E615D2" w:rsidRDefault="001B7E0E" w:rsidP="001B7E0E">
      <w:pPr>
        <w:rPr>
          <w:rFonts w:ascii="Calibri" w:hAnsi="Calibri" w:cs="Calibri"/>
          <w:sz w:val="22"/>
          <w:szCs w:val="22"/>
        </w:rPr>
      </w:pPr>
    </w:p>
    <w:p w14:paraId="441993A2" w14:textId="147719C0" w:rsidR="001B7E0E" w:rsidRPr="004856FF" w:rsidRDefault="00175508" w:rsidP="00175508">
      <w:pPr>
        <w:jc w:val="right"/>
        <w:rPr>
          <w:rFonts w:ascii="Calibri" w:hAnsi="Calibri" w:cs="Calibri"/>
          <w:b/>
          <w:sz w:val="22"/>
          <w:szCs w:val="22"/>
        </w:rPr>
      </w:pPr>
      <w:r w:rsidRPr="004856FF">
        <w:rPr>
          <w:rFonts w:ascii="Calibri" w:hAnsi="Calibri" w:cs="Calibri"/>
          <w:b/>
          <w:sz w:val="22"/>
          <w:szCs w:val="22"/>
        </w:rPr>
        <w:t xml:space="preserve">Anexa  </w:t>
      </w:r>
      <w:r w:rsidR="00E368B2">
        <w:rPr>
          <w:rFonts w:ascii="Calibri" w:hAnsi="Calibri" w:cs="Calibri"/>
          <w:b/>
          <w:sz w:val="22"/>
          <w:szCs w:val="22"/>
        </w:rPr>
        <w:t>1</w:t>
      </w:r>
      <w:r w:rsidR="007A51B5">
        <w:rPr>
          <w:rFonts w:ascii="Calibri" w:hAnsi="Calibri" w:cs="Calibri"/>
          <w:b/>
          <w:sz w:val="22"/>
          <w:szCs w:val="22"/>
        </w:rPr>
        <w:t>6</w:t>
      </w:r>
      <w:bookmarkStart w:id="0" w:name="_GoBack"/>
      <w:bookmarkEnd w:id="0"/>
    </w:p>
    <w:p w14:paraId="38BA4FD3" w14:textId="2BC831CC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3A2B34AE" w14:textId="2690BB53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96F16E7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D2241E5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24418106" w14:textId="77777777" w:rsidR="001B7E0E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7FFF8E7B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0A09F395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688CBEC2" w14:textId="77777777" w:rsidR="001B7E0E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3AD24803" w14:textId="7A7F0C2A" w:rsidR="001B7E0E" w:rsidRPr="00454743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30216D5D" w14:textId="77777777" w:rsidR="001B7E0E" w:rsidRPr="00DD7B14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</w:p>
    <w:p w14:paraId="0D6D4D3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559F97CA" w14:textId="4646AACF" w:rsidR="001B7E0E" w:rsidRDefault="001B7E0E" w:rsidP="001B7E0E">
      <w:pPr>
        <w:jc w:val="both"/>
        <w:rPr>
          <w:rFonts w:ascii="Calibri" w:hAnsi="Calibri" w:cs="Calibri"/>
        </w:rPr>
      </w:pPr>
    </w:p>
    <w:p w14:paraId="20139F04" w14:textId="77777777" w:rsidR="001B7E0E" w:rsidRPr="009A760C" w:rsidRDefault="001B7E0E" w:rsidP="001B7E0E">
      <w:pPr>
        <w:jc w:val="both"/>
        <w:rPr>
          <w:rFonts w:ascii="Calibri" w:hAnsi="Calibri" w:cs="Calibri"/>
        </w:rPr>
      </w:pPr>
    </w:p>
    <w:p w14:paraId="668F03E3" w14:textId="77777777" w:rsidR="001B7E0E" w:rsidRPr="00695B5E" w:rsidRDefault="001B7E0E" w:rsidP="001B7E0E">
      <w:pPr>
        <w:rPr>
          <w:rFonts w:ascii="Calibri" w:hAnsi="Calibri" w:cs="Calibri"/>
          <w:b/>
        </w:rPr>
      </w:pPr>
    </w:p>
    <w:p w14:paraId="1794FDB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49D57486" w14:textId="77777777" w:rsidR="001B7E0E" w:rsidRPr="00695B5E" w:rsidRDefault="001B7E0E" w:rsidP="001B7E0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1CE410DF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74680CD5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56C12EB4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p w14:paraId="4C299BD0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1B7E0E" w:rsidRPr="00E368B2" w14:paraId="73C57B7B" w14:textId="77777777" w:rsidTr="001B7E0E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734B4E08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368B2">
              <w:rPr>
                <w:rFonts w:asciiTheme="minorHAnsi" w:hAnsiTheme="minorHAnsi" w:cstheme="minorHAnsi"/>
                <w:b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7016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368B2">
              <w:rPr>
                <w:rFonts w:asciiTheme="minorHAnsi" w:hAnsiTheme="minorHAnsi" w:cstheme="minorHAnsi"/>
                <w:b/>
                <w:bCs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B41D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368B2">
              <w:rPr>
                <w:rFonts w:asciiTheme="minorHAnsi" w:hAnsiTheme="minorHAnsi" w:cstheme="minorHAnsi"/>
                <w:b/>
                <w:bCs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983F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368B2">
              <w:rPr>
                <w:rFonts w:asciiTheme="minorHAnsi" w:hAnsiTheme="minorHAnsi" w:cstheme="minorHAnsi"/>
                <w:b/>
                <w:bCs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88F51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368B2">
              <w:rPr>
                <w:rFonts w:asciiTheme="minorHAnsi" w:hAnsiTheme="minorHAnsi" w:cstheme="minorHAnsi"/>
                <w:b/>
                <w:bCs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D583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368B2">
              <w:rPr>
                <w:rFonts w:asciiTheme="minorHAnsi" w:hAnsiTheme="minorHAnsi" w:cstheme="minorHAnsi"/>
                <w:b/>
                <w:bCs/>
              </w:rPr>
              <w:t>Termen de realizare</w:t>
            </w:r>
          </w:p>
          <w:p w14:paraId="3902008C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368B2">
              <w:rPr>
                <w:rFonts w:asciiTheme="minorHAnsi" w:hAnsiTheme="minorHAnsi" w:cstheme="minorHAnsi"/>
                <w:b/>
                <w:bCs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BBB4D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368B2">
              <w:rPr>
                <w:rFonts w:asciiTheme="minorHAnsi" w:hAnsiTheme="minorHAnsi" w:cstheme="minorHAnsi"/>
                <w:b/>
                <w:bCs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D348B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368B2">
              <w:rPr>
                <w:rFonts w:asciiTheme="minorHAnsi" w:hAnsiTheme="minorHAnsi" w:cstheme="minorHAnsi"/>
                <w:b/>
                <w:bCs/>
              </w:rPr>
              <w:t>Ținta finala indicator de realizare/ rezultat</w:t>
            </w:r>
          </w:p>
        </w:tc>
      </w:tr>
      <w:tr w:rsidR="001B7E0E" w:rsidRPr="00E368B2" w14:paraId="5D29E3D9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7A1F065B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1343C7D3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2A559962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30EA1321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EEC9A41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Verificarea transmiterii</w:t>
            </w:r>
          </w:p>
          <w:p w14:paraId="75E66B1A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 xml:space="preserve">notificării /comunicării de depunere a dosarului de </w:t>
            </w:r>
            <w:proofErr w:type="spellStart"/>
            <w:r w:rsidRPr="00E368B2">
              <w:rPr>
                <w:rFonts w:asciiTheme="minorHAnsi" w:hAnsiTheme="minorHAnsi" w:cstheme="minorHAnsi"/>
              </w:rPr>
              <w:t>achizitie</w:t>
            </w:r>
            <w:proofErr w:type="spellEnd"/>
            <w:r w:rsidRPr="00E368B2">
              <w:rPr>
                <w:rFonts w:asciiTheme="minorHAnsi" w:hAnsiTheme="minorHAnsi" w:cstheme="minorHAnsi"/>
              </w:rPr>
              <w:t xml:space="preserve"> în MySMIS 2021</w:t>
            </w:r>
          </w:p>
        </w:tc>
        <w:tc>
          <w:tcPr>
            <w:tcW w:w="2693" w:type="dxa"/>
            <w:shd w:val="clear" w:color="auto" w:fill="auto"/>
          </w:tcPr>
          <w:p w14:paraId="23A7CD31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7777974E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F4889E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E368B2" w14:paraId="37C93061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2B16DC7E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27158D64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 xml:space="preserve">Depunerea la AM PR Centru a dosarului de achiziție aferent contractului de execuție lucrări (cu </w:t>
            </w:r>
            <w:proofErr w:type="spellStart"/>
            <w:r w:rsidRPr="00E368B2">
              <w:rPr>
                <w:rFonts w:asciiTheme="minorHAnsi" w:hAnsiTheme="minorHAnsi" w:cstheme="minorHAnsi"/>
              </w:rPr>
              <w:t>exceptia</w:t>
            </w:r>
            <w:proofErr w:type="spellEnd"/>
            <w:r w:rsidRPr="00E368B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368B2">
              <w:rPr>
                <w:rFonts w:asciiTheme="minorHAnsi" w:hAnsiTheme="minorHAnsi" w:cstheme="minorHAnsi"/>
              </w:rPr>
              <w:t>situatiei</w:t>
            </w:r>
            <w:proofErr w:type="spellEnd"/>
            <w:r w:rsidRPr="00E368B2">
              <w:rPr>
                <w:rFonts w:asciiTheme="minorHAnsi" w:hAnsiTheme="minorHAnsi" w:cstheme="minorHAnsi"/>
              </w:rPr>
              <w:t xml:space="preserve"> in care se încheie contract de </w:t>
            </w:r>
            <w:proofErr w:type="spellStart"/>
            <w:r w:rsidRPr="00E368B2">
              <w:rPr>
                <w:rFonts w:asciiTheme="minorHAnsi" w:hAnsiTheme="minorHAnsi" w:cstheme="minorHAnsi"/>
              </w:rPr>
              <w:t>achizitie</w:t>
            </w:r>
            <w:proofErr w:type="spellEnd"/>
            <w:r w:rsidRPr="00E368B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368B2">
              <w:rPr>
                <w:rFonts w:asciiTheme="minorHAnsi" w:hAnsiTheme="minorHAnsi" w:cstheme="minorHAnsi"/>
              </w:rPr>
              <w:t>PT+executie</w:t>
            </w:r>
            <w:proofErr w:type="spellEnd"/>
            <w:r w:rsidRPr="00E368B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368B2">
              <w:rPr>
                <w:rFonts w:asciiTheme="minorHAnsi" w:hAnsiTheme="minorHAnsi" w:cstheme="minorHAnsi"/>
              </w:rPr>
              <w:t>lucrari</w:t>
            </w:r>
            <w:proofErr w:type="spellEnd"/>
            <w:r w:rsidRPr="00E368B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14:paraId="00DDF0FA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D724A69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049D82B4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Verificarea transmiterii</w:t>
            </w:r>
          </w:p>
          <w:p w14:paraId="29ABE931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 xml:space="preserve">notificării /comunicării de depunere a dosarului de </w:t>
            </w:r>
            <w:proofErr w:type="spellStart"/>
            <w:r w:rsidRPr="00E368B2">
              <w:rPr>
                <w:rFonts w:asciiTheme="minorHAnsi" w:hAnsiTheme="minorHAnsi" w:cstheme="minorHAnsi"/>
              </w:rPr>
              <w:t>achizitie</w:t>
            </w:r>
            <w:proofErr w:type="spellEnd"/>
            <w:r w:rsidRPr="00E368B2">
              <w:rPr>
                <w:rFonts w:asciiTheme="minorHAnsi" w:hAnsiTheme="minorHAnsi" w:cstheme="minorHAnsi"/>
              </w:rPr>
              <w:t xml:space="preserve"> în MySMIS 2021</w:t>
            </w:r>
          </w:p>
        </w:tc>
        <w:tc>
          <w:tcPr>
            <w:tcW w:w="2693" w:type="dxa"/>
            <w:shd w:val="clear" w:color="auto" w:fill="auto"/>
          </w:tcPr>
          <w:p w14:paraId="431DC050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 xml:space="preserve">Se va completa de către beneficiar, dar nu mai </w:t>
            </w:r>
            <w:proofErr w:type="spellStart"/>
            <w:r w:rsidRPr="00E368B2">
              <w:rPr>
                <w:rFonts w:asciiTheme="minorHAnsi" w:hAnsiTheme="minorHAnsi" w:cstheme="minorHAnsi"/>
              </w:rPr>
              <w:t>tarziu</w:t>
            </w:r>
            <w:proofErr w:type="spellEnd"/>
            <w:r w:rsidRPr="00E368B2">
              <w:rPr>
                <w:rFonts w:asciiTheme="minorHAnsi" w:hAnsiTheme="minorHAnsi" w:cstheme="minorHAnsi"/>
              </w:rPr>
              <w:t xml:space="preserve"> de 9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676789C9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A1DE43A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E368B2" w14:paraId="3B7E2957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3C51D2A1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38B7" w14:textId="77777777" w:rsidR="001B7E0E" w:rsidRPr="00E368B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Stadiu</w:t>
            </w:r>
          </w:p>
          <w:p w14:paraId="652E903B" w14:textId="77777777" w:rsidR="001B7E0E" w:rsidRPr="00E368B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financiar de</w:t>
            </w:r>
          </w:p>
          <w:p w14:paraId="466019C6" w14:textId="77777777" w:rsidR="001B7E0E" w:rsidRPr="00E368B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minim 25% din</w:t>
            </w:r>
          </w:p>
          <w:p w14:paraId="6FC9A1CF" w14:textId="77777777" w:rsidR="001B7E0E" w:rsidRPr="00E368B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7D15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42386446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086B9C83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3600138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 xml:space="preserve">Se va completa de beneficiar, dar nu mai </w:t>
            </w:r>
            <w:proofErr w:type="spellStart"/>
            <w:r w:rsidRPr="00E368B2">
              <w:rPr>
                <w:rFonts w:asciiTheme="minorHAnsi" w:hAnsiTheme="minorHAnsi" w:cstheme="minorHAnsi"/>
              </w:rPr>
              <w:t>tarziu</w:t>
            </w:r>
            <w:proofErr w:type="spellEnd"/>
            <w:r w:rsidRPr="00E368B2">
              <w:rPr>
                <w:rFonts w:asciiTheme="minorHAnsi" w:hAnsiTheme="minorHAnsi" w:cstheme="minorHAnsi"/>
              </w:rPr>
              <w:t xml:space="preserve"> de 16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351B7A97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A3AC400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E368B2" w14:paraId="0FCD8130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7204B376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B34C" w14:textId="77777777" w:rsidR="001B7E0E" w:rsidRPr="00E368B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Stadiu</w:t>
            </w:r>
          </w:p>
          <w:p w14:paraId="0D9C4726" w14:textId="77777777" w:rsidR="001B7E0E" w:rsidRPr="00E368B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financiar de</w:t>
            </w:r>
          </w:p>
          <w:p w14:paraId="3F623CCB" w14:textId="77777777" w:rsidR="001B7E0E" w:rsidRPr="00E368B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minim 75% din</w:t>
            </w:r>
          </w:p>
          <w:p w14:paraId="36C3163B" w14:textId="77777777" w:rsidR="001B7E0E" w:rsidRPr="00E368B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B125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1AF0BEDF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20D7302E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7A600CE7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 xml:space="preserve">Se va completa de beneficiar, dar nu mai </w:t>
            </w:r>
            <w:proofErr w:type="spellStart"/>
            <w:r w:rsidRPr="00E368B2">
              <w:rPr>
                <w:rFonts w:asciiTheme="minorHAnsi" w:hAnsiTheme="minorHAnsi" w:cstheme="minorHAnsi"/>
              </w:rPr>
              <w:t>tarziu</w:t>
            </w:r>
            <w:proofErr w:type="spellEnd"/>
            <w:r w:rsidRPr="00E368B2">
              <w:rPr>
                <w:rFonts w:asciiTheme="minorHAnsi" w:hAnsiTheme="minorHAnsi" w:cstheme="minorHAnsi"/>
              </w:rPr>
              <w:t xml:space="preserve"> de 30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51DC02F6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06A79C1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E368B2" w14:paraId="6A91055A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59E1B806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099" w:type="dxa"/>
            <w:shd w:val="clear" w:color="auto" w:fill="auto"/>
          </w:tcPr>
          <w:p w14:paraId="435D9C41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79403224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2ED088B0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Depunerea spre verificare la AM PR Centru a Raportului de progres final</w:t>
            </w:r>
          </w:p>
          <w:p w14:paraId="11189A49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77E3ADE5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493200D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4B418849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3236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Se va completa de către beneficiar</w:t>
            </w:r>
          </w:p>
        </w:tc>
      </w:tr>
      <w:tr w:rsidR="001B7E0E" w:rsidRPr="00E368B2" w14:paraId="50E2BA56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58872F53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2099" w:type="dxa"/>
            <w:shd w:val="clear" w:color="auto" w:fill="auto"/>
          </w:tcPr>
          <w:p w14:paraId="552F76FE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18F4C112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09F9E5E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Depunerea spre verificare la AM PR Centru a Raportului de progres final</w:t>
            </w:r>
          </w:p>
          <w:p w14:paraId="068B32ED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252D591C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57C0502F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7D100CB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2224" w14:textId="77777777" w:rsidR="001B7E0E" w:rsidRPr="00E368B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E368B2">
              <w:rPr>
                <w:rFonts w:asciiTheme="minorHAnsi" w:hAnsiTheme="minorHAnsi" w:cstheme="minorHAnsi"/>
              </w:rPr>
              <w:t>Se va completa de către beneficiar</w:t>
            </w:r>
          </w:p>
        </w:tc>
      </w:tr>
    </w:tbl>
    <w:p w14:paraId="25134771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091D5909" w14:textId="77777777" w:rsidR="001B7E0E" w:rsidRDefault="001B7E0E" w:rsidP="001B7E0E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proofErr w:type="spellStart"/>
      <w:r w:rsidRPr="00B71552">
        <w:rPr>
          <w:rFonts w:ascii="Calibri" w:hAnsi="Calibri" w:cs="Calibri"/>
        </w:rPr>
        <w:t>faţă</w:t>
      </w:r>
      <w:proofErr w:type="spellEnd"/>
      <w:r w:rsidRPr="00B71552">
        <w:rPr>
          <w:rFonts w:ascii="Calibri" w:hAnsi="Calibri" w:cs="Calibri"/>
        </w:rPr>
        <w:t xml:space="preserve">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45ED5190" w14:textId="77777777" w:rsidR="001B7E0E" w:rsidRDefault="001B7E0E" w:rsidP="001B7E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proofErr w:type="spellStart"/>
      <w:r w:rsidRPr="00B71552">
        <w:rPr>
          <w:rFonts w:ascii="Calibri" w:hAnsi="Calibri" w:cs="Calibri"/>
        </w:rPr>
        <w:t>funcţie</w:t>
      </w:r>
      <w:proofErr w:type="spellEnd"/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3C5EC9FE" w14:textId="77777777" w:rsidR="001B7E0E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proofErr w:type="spellStart"/>
      <w:r w:rsidRPr="00B71552">
        <w:rPr>
          <w:rFonts w:ascii="Calibri" w:hAnsi="Calibri" w:cs="Calibri"/>
        </w:rPr>
        <w:t>activităţi</w:t>
      </w:r>
      <w:proofErr w:type="spellEnd"/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1B77F675" w14:textId="77777777" w:rsidR="001B7E0E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proofErr w:type="spellStart"/>
      <w:r w:rsidRPr="00B71552">
        <w:rPr>
          <w:rFonts w:ascii="Calibri" w:hAnsi="Calibri" w:cs="Calibri"/>
        </w:rPr>
        <w:t>execuţie</w:t>
      </w:r>
      <w:proofErr w:type="spellEnd"/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6436B088" w14:textId="77777777" w:rsidR="001B7E0E" w:rsidRPr="00B71552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211F3CEE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4671430A" w14:textId="77777777" w:rsidR="001B7E0E" w:rsidRDefault="001B7E0E" w:rsidP="001B7E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0225A28A" w14:textId="77777777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</w:t>
      </w:r>
      <w:proofErr w:type="spellStart"/>
      <w:r w:rsidRPr="00E8080E">
        <w:rPr>
          <w:rFonts w:ascii="Calibri" w:hAnsi="Calibri" w:cs="Calibri"/>
        </w:rPr>
        <w:t>stabiliţi</w:t>
      </w:r>
      <w:proofErr w:type="spellEnd"/>
      <w:r w:rsidRPr="00E8080E">
        <w:rPr>
          <w:rFonts w:ascii="Calibri" w:hAnsi="Calibri" w:cs="Calibri"/>
        </w:rPr>
        <w:t xml:space="preserve"> pentru perioada de implementare a proiectului pe baza cărora se monitorizează şi se evaluează progresul implementării proiectului; </w:t>
      </w:r>
    </w:p>
    <w:p w14:paraId="78D93BAE" w14:textId="290DABE6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r w:rsidR="003C60B9" w:rsidRPr="00E8080E">
        <w:rPr>
          <w:rFonts w:ascii="Calibri" w:hAnsi="Calibri" w:cs="Calibri"/>
        </w:rPr>
        <w:t>țintelor</w:t>
      </w:r>
      <w:r w:rsidRPr="00E8080E">
        <w:rPr>
          <w:rFonts w:ascii="Calibri" w:hAnsi="Calibri" w:cs="Calibri"/>
        </w:rPr>
        <w:t xml:space="preserve"> finale ale indicatorilor de realizare şi de rezultat care trebuie atinse ca urmare a implementării proiectului, precum şi valorile de bază/de </w:t>
      </w:r>
      <w:r w:rsidR="003C60B9" w:rsidRPr="00E8080E">
        <w:rPr>
          <w:rFonts w:ascii="Calibri" w:hAnsi="Calibri" w:cs="Calibri"/>
        </w:rPr>
        <w:t>referință</w:t>
      </w:r>
      <w:r w:rsidRPr="00E8080E">
        <w:rPr>
          <w:rFonts w:ascii="Calibri" w:hAnsi="Calibri" w:cs="Calibri"/>
        </w:rPr>
        <w:t xml:space="preserve"> ale acestora, dacă există; </w:t>
      </w:r>
    </w:p>
    <w:p w14:paraId="40D38138" w14:textId="5BD94902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şi eficientizarea procesului de monitorizare a proiectelor de către </w:t>
      </w:r>
      <w:r w:rsidR="003C60B9" w:rsidRPr="00E8080E">
        <w:rPr>
          <w:rFonts w:ascii="Calibri" w:hAnsi="Calibri" w:cs="Calibri"/>
        </w:rPr>
        <w:t>autoritățile</w:t>
      </w:r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61500E25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573B90DC" w14:textId="77777777" w:rsidR="001B7E0E" w:rsidRPr="00B7289C" w:rsidRDefault="001B7E0E" w:rsidP="001B7E0E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23312596" w14:textId="77777777" w:rsidR="001B7E0E" w:rsidRPr="000F6FA7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2F7BA0EB" w14:textId="77777777" w:rsidR="001B7E0E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proofErr w:type="spellStart"/>
      <w:r w:rsidRPr="001A225C">
        <w:rPr>
          <w:rFonts w:ascii="Calibri" w:hAnsi="Calibri" w:cs="Calibri"/>
        </w:rPr>
        <w:t>adiţional</w:t>
      </w:r>
      <w:proofErr w:type="spellEnd"/>
      <w:r w:rsidRPr="001A225C">
        <w:rPr>
          <w:rFonts w:ascii="Calibri" w:hAnsi="Calibri" w:cs="Calibri"/>
        </w:rPr>
        <w:t xml:space="preserve"> la contractul de finanţare.</w:t>
      </w:r>
    </w:p>
    <w:p w14:paraId="34D91E67" w14:textId="77777777" w:rsidR="001B7E0E" w:rsidRPr="00696924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087036C1" w14:textId="77777777" w:rsidR="001B7E0E" w:rsidRPr="000F6FA7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3B61FA" w:rsidRDefault="00B94F63" w:rsidP="003B61FA"/>
    <w:sectPr w:rsidR="00B94F63" w:rsidRPr="003B61FA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77EFB" w14:textId="77777777" w:rsidR="00C000F5" w:rsidRDefault="00C000F5">
      <w:r>
        <w:separator/>
      </w:r>
    </w:p>
  </w:endnote>
  <w:endnote w:type="continuationSeparator" w:id="0">
    <w:p w14:paraId="38A50649" w14:textId="77777777" w:rsidR="00C000F5" w:rsidRDefault="00C0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D041" w14:textId="77777777" w:rsidR="006F3787" w:rsidRDefault="006F3787">
    <w:pPr>
      <w:pStyle w:val="Subsol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2910F" w14:textId="77777777" w:rsidR="00C000F5" w:rsidRDefault="00C000F5">
      <w:r>
        <w:separator/>
      </w:r>
    </w:p>
  </w:footnote>
  <w:footnote w:type="continuationSeparator" w:id="0">
    <w:p w14:paraId="3FC5CE7E" w14:textId="77777777" w:rsidR="00C000F5" w:rsidRDefault="00C00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9F79D" w14:textId="77777777" w:rsidR="006F3787" w:rsidRDefault="006F37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80996" w14:textId="7ECAA53A" w:rsidR="006F3787" w:rsidRPr="00851382" w:rsidRDefault="006F378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7A51B5">
      <w:rPr>
        <w:noProof/>
        <w:color w:val="999999"/>
        <w:sz w:val="20"/>
        <w:szCs w:val="20"/>
      </w:rPr>
      <w:t>2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7A51B5">
      <w:rPr>
        <w:noProof/>
        <w:color w:val="999999"/>
        <w:sz w:val="20"/>
        <w:szCs w:val="20"/>
      </w:rPr>
      <w:t>5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1298" w14:textId="77777777" w:rsidR="006F3787" w:rsidRDefault="006F378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75508"/>
    <w:rsid w:val="0019053C"/>
    <w:rsid w:val="001B7E0E"/>
    <w:rsid w:val="001F0DBC"/>
    <w:rsid w:val="0020336D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C60B9"/>
    <w:rsid w:val="003E2E03"/>
    <w:rsid w:val="00474F02"/>
    <w:rsid w:val="004856FF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0704A"/>
    <w:rsid w:val="007209E0"/>
    <w:rsid w:val="007214ED"/>
    <w:rsid w:val="00754551"/>
    <w:rsid w:val="007631D3"/>
    <w:rsid w:val="007A51B5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26EB5"/>
    <w:rsid w:val="00B3488E"/>
    <w:rsid w:val="00B77B68"/>
    <w:rsid w:val="00B86D76"/>
    <w:rsid w:val="00B94F63"/>
    <w:rsid w:val="00BD3175"/>
    <w:rsid w:val="00BF316A"/>
    <w:rsid w:val="00C000F5"/>
    <w:rsid w:val="00C05C7A"/>
    <w:rsid w:val="00C24D62"/>
    <w:rsid w:val="00C77D43"/>
    <w:rsid w:val="00C82AD1"/>
    <w:rsid w:val="00CC6C98"/>
    <w:rsid w:val="00D22014"/>
    <w:rsid w:val="00D94812"/>
    <w:rsid w:val="00DC52D2"/>
    <w:rsid w:val="00E368B2"/>
    <w:rsid w:val="00E753B1"/>
    <w:rsid w:val="00EF6CD7"/>
    <w:rsid w:val="00F12E7F"/>
    <w:rsid w:val="00F32CDA"/>
    <w:rsid w:val="00F3511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B1D8-2969-43EF-8BF0-EA7F64AC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4</TotalTime>
  <Pages>5</Pages>
  <Words>717</Words>
  <Characters>4162</Characters>
  <Application>Microsoft Office Word</Application>
  <DocSecurity>0</DocSecurity>
  <Lines>34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4870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doru.badila@por.adrcentru</cp:lastModifiedBy>
  <cp:revision>7</cp:revision>
  <cp:lastPrinted>2023-05-29T06:12:00Z</cp:lastPrinted>
  <dcterms:created xsi:type="dcterms:W3CDTF">2023-07-07T10:55:00Z</dcterms:created>
  <dcterms:modified xsi:type="dcterms:W3CDTF">2023-08-01T10:49:00Z</dcterms:modified>
</cp:coreProperties>
</file>